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83287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83287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Γ20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832873" w:rsidRPr="0083287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Ο2.Ε63 </w:t>
            </w:r>
            <w:bookmarkStart w:id="0" w:name="_GoBack"/>
            <w:bookmarkEnd w:id="0"/>
            <w:r w:rsidR="00832873" w:rsidRPr="0083287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Λυχνία Τύπου 03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83287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873" w:rsidRPr="00DF25B3" w:rsidRDefault="00832873" w:rsidP="0083287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ΛΥΧΝΙΑ ΓΙΑ PROJECTOR</w:t>
            </w:r>
          </w:p>
        </w:tc>
        <w:tc>
          <w:tcPr>
            <w:tcW w:w="1441" w:type="dxa"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3287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873" w:rsidRPr="00DF25B3" w:rsidRDefault="00832873" w:rsidP="0083287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Τύπος Λυχνίας : H6510BD</w:t>
            </w:r>
          </w:p>
        </w:tc>
        <w:tc>
          <w:tcPr>
            <w:tcW w:w="1441" w:type="dxa"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3287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873" w:rsidRPr="00DF25B3" w:rsidRDefault="00832873" w:rsidP="0083287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 ACER H6510BD DLP</w:t>
            </w:r>
          </w:p>
        </w:tc>
        <w:tc>
          <w:tcPr>
            <w:tcW w:w="1441" w:type="dxa"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3287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32873" w:rsidRPr="00DF25B3" w:rsidRDefault="00832873" w:rsidP="0083287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Χωρίς βάση, Γνήσια</w:t>
            </w:r>
          </w:p>
        </w:tc>
        <w:tc>
          <w:tcPr>
            <w:tcW w:w="1441" w:type="dxa"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32873" w:rsidRPr="00DF25B3" w:rsidRDefault="00832873" w:rsidP="0083287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633A63"/>
    <w:rsid w:val="00671793"/>
    <w:rsid w:val="006E2345"/>
    <w:rsid w:val="00832873"/>
    <w:rsid w:val="00853A3E"/>
    <w:rsid w:val="008C2D10"/>
    <w:rsid w:val="009471DE"/>
    <w:rsid w:val="00A40B4A"/>
    <w:rsid w:val="00C60E4A"/>
    <w:rsid w:val="00D753A6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1D1CD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36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2025-09-10T08:04:00Z</dcterms:created>
  <dcterms:modified xsi:type="dcterms:W3CDTF">2025-09-10T08:04:00Z</dcterms:modified>
</cp:coreProperties>
</file>